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922677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805BA0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805BA0" w:rsidRPr="00805BA0">
        <w:rPr>
          <w:rStyle w:val="a9"/>
        </w:rPr>
        <w:t xml:space="preserve"> Общество с ограниченной ответственностью "ЛГ </w:t>
      </w:r>
      <w:proofErr w:type="spellStart"/>
      <w:r w:rsidR="00805BA0" w:rsidRPr="00805BA0">
        <w:rPr>
          <w:rStyle w:val="a9"/>
        </w:rPr>
        <w:t>Электроникс</w:t>
      </w:r>
      <w:proofErr w:type="spellEnd"/>
      <w:r w:rsidR="00805BA0" w:rsidRPr="00805BA0">
        <w:rPr>
          <w:rStyle w:val="a9"/>
        </w:rPr>
        <w:t xml:space="preserve"> </w:t>
      </w:r>
      <w:proofErr w:type="gramStart"/>
      <w:r w:rsidR="00805BA0" w:rsidRPr="00805BA0">
        <w:rPr>
          <w:rStyle w:val="a9"/>
        </w:rPr>
        <w:t>РУС</w:t>
      </w:r>
      <w:proofErr w:type="gramEnd"/>
      <w:r w:rsidR="00805BA0" w:rsidRPr="00805BA0">
        <w:rPr>
          <w:rStyle w:val="a9"/>
        </w:rPr>
        <w:t xml:space="preserve">"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</w:pPr>
            <w:r>
              <w:rPr>
                <w:b/>
                <w:i/>
              </w:rPr>
              <w:t>Отдел обеспечения качества холодильников и стиральных машин</w:t>
            </w:r>
          </w:p>
        </w:tc>
        <w:tc>
          <w:tcPr>
            <w:tcW w:w="3686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rPr>
                <w:i/>
              </w:rPr>
            </w:pPr>
            <w:r>
              <w:rPr>
                <w:i/>
              </w:rPr>
              <w:t>Бригада линейного контроля качества стиральных машин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227. Старший контролер деталей и приборов</w:t>
            </w:r>
          </w:p>
        </w:tc>
        <w:tc>
          <w:tcPr>
            <w:tcW w:w="3686" w:type="dxa"/>
            <w:vAlign w:val="center"/>
          </w:tcPr>
          <w:p w:rsidR="00805BA0" w:rsidRPr="00063DF1" w:rsidRDefault="00805BA0" w:rsidP="00952213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Pr="00063DF1" w:rsidRDefault="00805BA0" w:rsidP="00952213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228.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229.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0F7B55" w:rsidRDefault="00805BA0" w:rsidP="00805BA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по производству</w:t>
            </w:r>
          </w:p>
          <w:p w:rsidR="00805BA0" w:rsidRPr="00805BA0" w:rsidRDefault="00805BA0" w:rsidP="00805BA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 холодильников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Default="00805BA0" w:rsidP="00805BA0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заливки пены и </w:t>
            </w:r>
          </w:p>
          <w:p w:rsidR="00805BA0" w:rsidRPr="00805BA0" w:rsidRDefault="00805BA0" w:rsidP="00805BA0">
            <w:pPr>
              <w:pStyle w:val="aa"/>
              <w:rPr>
                <w:i/>
              </w:rPr>
            </w:pPr>
            <w:proofErr w:type="spellStart"/>
            <w:r>
              <w:rPr>
                <w:i/>
              </w:rPr>
              <w:t>предсборка</w:t>
            </w:r>
            <w:proofErr w:type="spellEnd"/>
            <w:proofErr w:type="gramStart"/>
            <w:r>
              <w:rPr>
                <w:i/>
              </w:rPr>
              <w:t xml:space="preserve"> В</w:t>
            </w:r>
            <w:proofErr w:type="gramEnd"/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 xml:space="preserve">236. Оператор производства формованного полиуретана и </w:t>
            </w:r>
            <w:proofErr w:type="spellStart"/>
            <w:r>
              <w:t>пенополиуретана</w:t>
            </w:r>
            <w:proofErr w:type="spellEnd"/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Default="00805BA0" w:rsidP="00805BA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05BA0" w:rsidRDefault="00805BA0" w:rsidP="00C60969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805BA0" w:rsidRDefault="00805BA0" w:rsidP="00C60969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 xml:space="preserve">237. Оператор производства формованного полиуретана и </w:t>
            </w:r>
            <w:proofErr w:type="spellStart"/>
            <w:r>
              <w:t>пенополиуретана</w:t>
            </w:r>
            <w:proofErr w:type="spellEnd"/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Default="00805BA0" w:rsidP="00805BA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 xml:space="preserve">238. Оператор производства формованного полиуретана и </w:t>
            </w:r>
            <w:proofErr w:type="spellStart"/>
            <w:r>
              <w:t>пенополиуретана</w:t>
            </w:r>
            <w:proofErr w:type="spellEnd"/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Default="00805BA0" w:rsidP="00805BA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0F7B55" w:rsidRDefault="00805BA0" w:rsidP="00805BA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Отдел по производству </w:t>
            </w:r>
          </w:p>
          <w:p w:rsidR="00805BA0" w:rsidRPr="00805BA0" w:rsidRDefault="00805BA0" w:rsidP="00805BA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стиральных машин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rPr>
                <w:i/>
              </w:rPr>
            </w:pPr>
            <w:r>
              <w:rPr>
                <w:i/>
              </w:rPr>
              <w:t>Участок сборки линии 2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240. Слесарь механосборочных работ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 xml:space="preserve">241. Слесарь механосборочных </w:t>
            </w:r>
            <w:r>
              <w:lastRenderedPageBreak/>
              <w:t>работ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lastRenderedPageBreak/>
              <w:t xml:space="preserve">Организовать рациональные режимы </w:t>
            </w:r>
            <w:r>
              <w:lastRenderedPageBreak/>
              <w:t>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lastRenderedPageBreak/>
              <w:t xml:space="preserve">Снижение тяжести трудового </w:t>
            </w:r>
            <w:r>
              <w:lastRenderedPageBreak/>
              <w:t xml:space="preserve">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lastRenderedPageBreak/>
              <w:t>242. Слесарь механосборочных работ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243. Слесарь механосборочных работ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244. Слесарь механосборочных работ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245. Слесарь механосборочных работ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246. Слесарь механосборочных работ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247. Слесарь механосборочных работ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248. Слесарь механосборочных работ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Default="00805BA0" w:rsidP="00805BA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05BA0" w:rsidRDefault="00805BA0" w:rsidP="00B2742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805BA0" w:rsidRDefault="00805BA0" w:rsidP="00B2742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249. Слесарь механосборочных работ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Default="00805BA0" w:rsidP="00805BA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05BA0" w:rsidRDefault="00805BA0" w:rsidP="00E27FDB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805BA0" w:rsidRDefault="00805BA0" w:rsidP="00E27FDB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250. Слесарь механосборочных работ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Default="00805BA0" w:rsidP="00805BA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252. Слесарь механосборочных работ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Default="00805BA0" w:rsidP="00805BA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253. Слесарь механосборочных работ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Default="00805BA0" w:rsidP="00805BA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254. Слесарь механосборочных работ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Default="00805BA0" w:rsidP="00805BA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rPr>
                <w:i/>
              </w:rPr>
            </w:pPr>
            <w:r>
              <w:rPr>
                <w:i/>
              </w:rPr>
              <w:t>Участок упаковки линии 1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257. Слесарь-ремонтник</w:t>
            </w:r>
          </w:p>
        </w:tc>
        <w:tc>
          <w:tcPr>
            <w:tcW w:w="3686" w:type="dxa"/>
            <w:vAlign w:val="center"/>
          </w:tcPr>
          <w:p w:rsidR="00805BA0" w:rsidRDefault="00805BA0" w:rsidP="00D10D9E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10D9E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258. Техник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Default="00805BA0" w:rsidP="00805BA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259. Слесарь механосборочных работ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Default="00805BA0" w:rsidP="00805BA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261. Слесарь механосборочных работ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0F7B55" w:rsidRDefault="00805BA0" w:rsidP="00805BA0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эксплуатации </w:t>
            </w:r>
          </w:p>
          <w:p w:rsidR="00805BA0" w:rsidRPr="00805BA0" w:rsidRDefault="00805BA0" w:rsidP="00805BA0">
            <w:pPr>
              <w:pStyle w:val="aa"/>
              <w:rPr>
                <w:i/>
              </w:rPr>
            </w:pPr>
            <w:r>
              <w:rPr>
                <w:i/>
              </w:rPr>
              <w:t>технологического оборудования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262.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Default="00805BA0" w:rsidP="00805BA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rPr>
                <w:i/>
              </w:rPr>
            </w:pPr>
            <w:r>
              <w:rPr>
                <w:i/>
              </w:rPr>
              <w:t>Участок упаковки линии 2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263. Слесарь-ремонтник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Default="00805BA0" w:rsidP="00805BA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264.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Default="00805BA0" w:rsidP="00805BA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265. Техник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Default="00805BA0" w:rsidP="00805BA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266. Слесарь механосборочных работ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Default="00805BA0" w:rsidP="00805BA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267. Слесарь механосборочных работ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Default="00805BA0" w:rsidP="00805BA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269. Слесарь механосборочных работ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Default="00805BA0" w:rsidP="00805BA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rPr>
                <w:i/>
              </w:rPr>
            </w:pPr>
            <w:r>
              <w:rPr>
                <w:i/>
              </w:rPr>
              <w:t>Участок сборки линии 1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271. Слесарь механосборочных работ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Default="00805BA0" w:rsidP="00805BA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t>272. Слесарь механосборочных работ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Default="00805BA0" w:rsidP="00805BA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Организовать рациональные режимы </w:t>
            </w:r>
            <w:r>
              <w:lastRenderedPageBreak/>
              <w:t>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lastRenderedPageBreak/>
              <w:t xml:space="preserve">Снижение тяжести трудового </w:t>
            </w:r>
            <w:r>
              <w:lastRenderedPageBreak/>
              <w:t xml:space="preserve">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805BA0" w:rsidRPr="00805BA0" w:rsidRDefault="00805BA0" w:rsidP="00805BA0">
            <w:pPr>
              <w:pStyle w:val="aa"/>
              <w:jc w:val="left"/>
            </w:pPr>
            <w:r>
              <w:lastRenderedPageBreak/>
              <w:t>275. Слесарь механосборочных работ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0F7B55" w:rsidRDefault="00805BA0" w:rsidP="00805BA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Отдел по производству </w:t>
            </w:r>
          </w:p>
          <w:p w:rsidR="00805BA0" w:rsidRPr="00805BA0" w:rsidRDefault="00805BA0" w:rsidP="00805BA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телевизоров и мониторов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805BA0" w:rsidRPr="00AF49A3" w:rsidTr="008B4051">
        <w:trPr>
          <w:jc w:val="center"/>
        </w:trPr>
        <w:tc>
          <w:tcPr>
            <w:tcW w:w="3049" w:type="dxa"/>
            <w:vAlign w:val="center"/>
          </w:tcPr>
          <w:p w:rsidR="000F7B55" w:rsidRDefault="00805BA0" w:rsidP="00805BA0">
            <w:pPr>
              <w:pStyle w:val="aa"/>
              <w:rPr>
                <w:i/>
              </w:rPr>
            </w:pPr>
            <w:r>
              <w:rPr>
                <w:i/>
              </w:rPr>
              <w:t xml:space="preserve">Линия по производству </w:t>
            </w:r>
          </w:p>
          <w:p w:rsidR="00805BA0" w:rsidRPr="00805BA0" w:rsidRDefault="00805BA0" w:rsidP="00805BA0">
            <w:pPr>
              <w:pStyle w:val="aa"/>
              <w:rPr>
                <w:i/>
              </w:rPr>
            </w:pPr>
            <w:r>
              <w:rPr>
                <w:i/>
              </w:rPr>
              <w:t>жидкокристаллических панелей</w:t>
            </w:r>
          </w:p>
        </w:tc>
        <w:tc>
          <w:tcPr>
            <w:tcW w:w="3686" w:type="dxa"/>
            <w:vAlign w:val="center"/>
          </w:tcPr>
          <w:p w:rsidR="00805BA0" w:rsidRDefault="00805BA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05BA0" w:rsidRDefault="00805BA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05BA0" w:rsidRPr="00063DF1" w:rsidRDefault="00805BA0" w:rsidP="00DB70BA">
            <w:pPr>
              <w:pStyle w:val="aa"/>
            </w:pPr>
          </w:p>
        </w:tc>
      </w:tr>
      <w:tr w:rsidR="000F7B55" w:rsidRPr="00AF49A3" w:rsidTr="008B4051">
        <w:trPr>
          <w:jc w:val="center"/>
        </w:trPr>
        <w:tc>
          <w:tcPr>
            <w:tcW w:w="3049" w:type="dxa"/>
            <w:vAlign w:val="center"/>
          </w:tcPr>
          <w:p w:rsidR="000F7B55" w:rsidRPr="00805BA0" w:rsidRDefault="000F7B55" w:rsidP="000F7B55">
            <w:pPr>
              <w:pStyle w:val="aa"/>
              <w:jc w:val="left"/>
            </w:pPr>
            <w:r>
              <w:t>276. Радиомеханик по обслуж</w:t>
            </w:r>
            <w:r>
              <w:t>и</w:t>
            </w:r>
            <w:r>
              <w:t>ванию и ремонту радиотелев</w:t>
            </w:r>
            <w:r>
              <w:t>и</w:t>
            </w:r>
            <w:r>
              <w:t>зионной аппаратуры</w:t>
            </w:r>
          </w:p>
        </w:tc>
        <w:tc>
          <w:tcPr>
            <w:tcW w:w="3686" w:type="dxa"/>
            <w:vAlign w:val="center"/>
          </w:tcPr>
          <w:p w:rsidR="000F7B55" w:rsidRDefault="000F7B55" w:rsidP="006F1157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F7B55" w:rsidRDefault="000F7B55" w:rsidP="006F1157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</w:tr>
      <w:tr w:rsidR="000F7B55" w:rsidRPr="00AF49A3" w:rsidTr="008B4051">
        <w:trPr>
          <w:jc w:val="center"/>
        </w:trPr>
        <w:tc>
          <w:tcPr>
            <w:tcW w:w="3049" w:type="dxa"/>
            <w:vAlign w:val="center"/>
          </w:tcPr>
          <w:p w:rsidR="000F7B55" w:rsidRPr="00805BA0" w:rsidRDefault="000F7B55" w:rsidP="00805BA0">
            <w:pPr>
              <w:pStyle w:val="aa"/>
              <w:jc w:val="left"/>
            </w:pPr>
            <w:r>
              <w:t>277. Радиомеханик по обслуж</w:t>
            </w:r>
            <w:r>
              <w:t>и</w:t>
            </w:r>
            <w:r>
              <w:t>ванию и ремонту радиотелев</w:t>
            </w:r>
            <w:r>
              <w:t>и</w:t>
            </w:r>
            <w:r>
              <w:t>зионной аппаратуры</w:t>
            </w:r>
          </w:p>
        </w:tc>
        <w:tc>
          <w:tcPr>
            <w:tcW w:w="3686" w:type="dxa"/>
            <w:vAlign w:val="center"/>
          </w:tcPr>
          <w:p w:rsidR="000F7B55" w:rsidRDefault="000F7B55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F7B55" w:rsidRDefault="000F7B55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</w:tr>
      <w:tr w:rsidR="000F7B55" w:rsidRPr="00AF49A3" w:rsidTr="008B4051">
        <w:trPr>
          <w:jc w:val="center"/>
        </w:trPr>
        <w:tc>
          <w:tcPr>
            <w:tcW w:w="3049" w:type="dxa"/>
            <w:vAlign w:val="center"/>
          </w:tcPr>
          <w:p w:rsidR="000F7B55" w:rsidRPr="00805BA0" w:rsidRDefault="000F7B55" w:rsidP="00805BA0">
            <w:pPr>
              <w:pStyle w:val="aa"/>
              <w:jc w:val="left"/>
            </w:pPr>
            <w:r>
              <w:t>278. Радиомеханик по обслуж</w:t>
            </w:r>
            <w:r>
              <w:t>и</w:t>
            </w:r>
            <w:r>
              <w:t>ванию и ремонту радиотелев</w:t>
            </w:r>
            <w:r>
              <w:t>и</w:t>
            </w:r>
            <w:r>
              <w:t>зионной аппаратуры</w:t>
            </w:r>
          </w:p>
        </w:tc>
        <w:tc>
          <w:tcPr>
            <w:tcW w:w="3686" w:type="dxa"/>
            <w:vAlign w:val="center"/>
          </w:tcPr>
          <w:p w:rsidR="000F7B55" w:rsidRDefault="000F7B55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F7B55" w:rsidRDefault="000F7B55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</w:tr>
      <w:tr w:rsidR="000F7B55" w:rsidRPr="00AF49A3" w:rsidTr="008B4051">
        <w:trPr>
          <w:jc w:val="center"/>
        </w:trPr>
        <w:tc>
          <w:tcPr>
            <w:tcW w:w="3049" w:type="dxa"/>
            <w:vAlign w:val="center"/>
          </w:tcPr>
          <w:p w:rsidR="000F7B55" w:rsidRPr="00805BA0" w:rsidRDefault="000F7B55" w:rsidP="00805BA0">
            <w:pPr>
              <w:pStyle w:val="aa"/>
              <w:rPr>
                <w:i/>
              </w:rPr>
            </w:pPr>
            <w:r>
              <w:rPr>
                <w:i/>
              </w:rPr>
              <w:t>Участок линии L1 производства телевизоров</w:t>
            </w:r>
          </w:p>
        </w:tc>
        <w:tc>
          <w:tcPr>
            <w:tcW w:w="3686" w:type="dxa"/>
            <w:vAlign w:val="center"/>
          </w:tcPr>
          <w:p w:rsidR="000F7B55" w:rsidRDefault="000F7B5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F7B55" w:rsidRDefault="000F7B5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</w:tr>
      <w:tr w:rsidR="000F7B55" w:rsidRPr="00AF49A3" w:rsidTr="008B4051">
        <w:trPr>
          <w:jc w:val="center"/>
        </w:trPr>
        <w:tc>
          <w:tcPr>
            <w:tcW w:w="3049" w:type="dxa"/>
            <w:vAlign w:val="center"/>
          </w:tcPr>
          <w:p w:rsidR="000F7B55" w:rsidRPr="00805BA0" w:rsidRDefault="000F7B55" w:rsidP="00C66F15">
            <w:pPr>
              <w:pStyle w:val="aa"/>
              <w:jc w:val="left"/>
            </w:pPr>
            <w:r>
              <w:t>280. Радиомеханик по обслуж</w:t>
            </w:r>
            <w:r>
              <w:t>и</w:t>
            </w:r>
            <w:r>
              <w:t>ванию и ремонту радиотелев</w:t>
            </w:r>
            <w:r>
              <w:t>и</w:t>
            </w:r>
            <w:r>
              <w:t>зионной аппаратуры</w:t>
            </w:r>
          </w:p>
        </w:tc>
        <w:tc>
          <w:tcPr>
            <w:tcW w:w="3686" w:type="dxa"/>
            <w:vAlign w:val="center"/>
          </w:tcPr>
          <w:p w:rsidR="000F7B55" w:rsidRDefault="000F7B55" w:rsidP="00C66F15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F7B55" w:rsidRDefault="000F7B55" w:rsidP="00C66F15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</w:tr>
      <w:tr w:rsidR="000F7B55" w:rsidRPr="00AF49A3" w:rsidTr="008B4051">
        <w:trPr>
          <w:jc w:val="center"/>
        </w:trPr>
        <w:tc>
          <w:tcPr>
            <w:tcW w:w="3049" w:type="dxa"/>
            <w:vAlign w:val="center"/>
          </w:tcPr>
          <w:p w:rsidR="000F7B55" w:rsidRPr="00805BA0" w:rsidRDefault="000F7B55" w:rsidP="00805BA0">
            <w:pPr>
              <w:pStyle w:val="aa"/>
              <w:jc w:val="left"/>
            </w:pPr>
            <w:r>
              <w:t>281. Радиомеханик по обслуж</w:t>
            </w:r>
            <w:r>
              <w:t>и</w:t>
            </w:r>
            <w:r>
              <w:t>ванию и ремонту радиотелев</w:t>
            </w:r>
            <w:r>
              <w:t>и</w:t>
            </w:r>
            <w:r>
              <w:t>зионной аппаратуры</w:t>
            </w:r>
          </w:p>
        </w:tc>
        <w:tc>
          <w:tcPr>
            <w:tcW w:w="3686" w:type="dxa"/>
            <w:vAlign w:val="center"/>
          </w:tcPr>
          <w:p w:rsidR="000F7B55" w:rsidRDefault="000F7B55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F7B55" w:rsidRDefault="000F7B55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</w:tr>
      <w:tr w:rsidR="000F7B55" w:rsidRPr="00AF49A3" w:rsidTr="008B4051">
        <w:trPr>
          <w:jc w:val="center"/>
        </w:trPr>
        <w:tc>
          <w:tcPr>
            <w:tcW w:w="3049" w:type="dxa"/>
            <w:vAlign w:val="center"/>
          </w:tcPr>
          <w:p w:rsidR="000F7B55" w:rsidRPr="00805BA0" w:rsidRDefault="000F7B55" w:rsidP="00805BA0">
            <w:pPr>
              <w:pStyle w:val="aa"/>
              <w:rPr>
                <w:i/>
              </w:rPr>
            </w:pPr>
            <w:r>
              <w:rPr>
                <w:i/>
              </w:rPr>
              <w:t>Участок линии L3 производства телевизоров</w:t>
            </w:r>
          </w:p>
        </w:tc>
        <w:tc>
          <w:tcPr>
            <w:tcW w:w="3686" w:type="dxa"/>
            <w:vAlign w:val="center"/>
          </w:tcPr>
          <w:p w:rsidR="000F7B55" w:rsidRDefault="000F7B5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F7B55" w:rsidRDefault="000F7B5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</w:tr>
      <w:tr w:rsidR="000F7B55" w:rsidRPr="00AF49A3" w:rsidTr="008B4051">
        <w:trPr>
          <w:jc w:val="center"/>
        </w:trPr>
        <w:tc>
          <w:tcPr>
            <w:tcW w:w="3049" w:type="dxa"/>
            <w:vAlign w:val="center"/>
          </w:tcPr>
          <w:p w:rsidR="000F7B55" w:rsidRPr="00805BA0" w:rsidRDefault="000F7B55" w:rsidP="00805BA0">
            <w:pPr>
              <w:pStyle w:val="aa"/>
              <w:jc w:val="left"/>
            </w:pPr>
            <w:r>
              <w:t>282.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F7B55" w:rsidRDefault="000F7B55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F7B55" w:rsidRDefault="000F7B55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</w:tr>
      <w:tr w:rsidR="000F7B55" w:rsidRPr="00AF49A3" w:rsidTr="008B4051">
        <w:trPr>
          <w:jc w:val="center"/>
        </w:trPr>
        <w:tc>
          <w:tcPr>
            <w:tcW w:w="3049" w:type="dxa"/>
            <w:vAlign w:val="center"/>
          </w:tcPr>
          <w:p w:rsidR="000F7B55" w:rsidRPr="00805BA0" w:rsidRDefault="000F7B55" w:rsidP="00805BA0">
            <w:pPr>
              <w:pStyle w:val="aa"/>
              <w:jc w:val="left"/>
            </w:pPr>
            <w:r>
              <w:t>283. Радиомеханик по обслуж</w:t>
            </w:r>
            <w:r>
              <w:t>и</w:t>
            </w:r>
            <w:r>
              <w:t>ванию и ремонту радиотелев</w:t>
            </w:r>
            <w:r>
              <w:t>и</w:t>
            </w:r>
            <w:r>
              <w:t>зионной аппаратуры</w:t>
            </w:r>
          </w:p>
        </w:tc>
        <w:tc>
          <w:tcPr>
            <w:tcW w:w="3686" w:type="dxa"/>
            <w:vAlign w:val="center"/>
          </w:tcPr>
          <w:p w:rsidR="000F7B55" w:rsidRDefault="000F7B55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F7B55" w:rsidRDefault="000F7B55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</w:tr>
      <w:tr w:rsidR="000F7B55" w:rsidRPr="00AF49A3" w:rsidTr="008B4051">
        <w:trPr>
          <w:jc w:val="center"/>
        </w:trPr>
        <w:tc>
          <w:tcPr>
            <w:tcW w:w="3049" w:type="dxa"/>
            <w:vAlign w:val="center"/>
          </w:tcPr>
          <w:p w:rsidR="000F7B55" w:rsidRPr="00805BA0" w:rsidRDefault="000F7B55" w:rsidP="00805BA0">
            <w:pPr>
              <w:pStyle w:val="aa"/>
              <w:rPr>
                <w:i/>
              </w:rPr>
            </w:pPr>
            <w:r>
              <w:rPr>
                <w:i/>
              </w:rPr>
              <w:t>Участок линии L6 производства телевизоров</w:t>
            </w:r>
          </w:p>
        </w:tc>
        <w:tc>
          <w:tcPr>
            <w:tcW w:w="3686" w:type="dxa"/>
            <w:vAlign w:val="center"/>
          </w:tcPr>
          <w:p w:rsidR="000F7B55" w:rsidRDefault="000F7B5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F7B55" w:rsidRDefault="000F7B5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</w:tr>
      <w:tr w:rsidR="000F7B55" w:rsidRPr="00AF49A3" w:rsidTr="008B4051">
        <w:trPr>
          <w:jc w:val="center"/>
        </w:trPr>
        <w:tc>
          <w:tcPr>
            <w:tcW w:w="3049" w:type="dxa"/>
            <w:vAlign w:val="center"/>
          </w:tcPr>
          <w:p w:rsidR="000F7B55" w:rsidRPr="00805BA0" w:rsidRDefault="000F7B55" w:rsidP="00805BA0">
            <w:pPr>
              <w:pStyle w:val="aa"/>
              <w:jc w:val="left"/>
            </w:pPr>
            <w:r>
              <w:t>284.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F7B55" w:rsidRDefault="000F7B55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F7B55" w:rsidRDefault="000F7B55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</w:tr>
      <w:tr w:rsidR="000F7B55" w:rsidRPr="00AF49A3" w:rsidTr="008B4051">
        <w:trPr>
          <w:jc w:val="center"/>
        </w:trPr>
        <w:tc>
          <w:tcPr>
            <w:tcW w:w="3049" w:type="dxa"/>
            <w:vAlign w:val="center"/>
          </w:tcPr>
          <w:p w:rsidR="000F7B55" w:rsidRPr="00805BA0" w:rsidRDefault="000F7B55" w:rsidP="00805BA0">
            <w:pPr>
              <w:pStyle w:val="aa"/>
              <w:jc w:val="left"/>
            </w:pPr>
            <w:r>
              <w:t>285. Радиомеханик по обслуж</w:t>
            </w:r>
            <w:r>
              <w:t>и</w:t>
            </w:r>
            <w:r>
              <w:t>ванию и ремонту радиотелев</w:t>
            </w:r>
            <w:r>
              <w:t>и</w:t>
            </w:r>
            <w:r>
              <w:t>зионной аппаратуры</w:t>
            </w:r>
          </w:p>
        </w:tc>
        <w:tc>
          <w:tcPr>
            <w:tcW w:w="3686" w:type="dxa"/>
            <w:vAlign w:val="center"/>
          </w:tcPr>
          <w:p w:rsidR="000F7B55" w:rsidRDefault="000F7B55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F7B55" w:rsidRDefault="000F7B55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F7B55" w:rsidRPr="00063DF1" w:rsidRDefault="000F7B55" w:rsidP="00DB70BA">
            <w:pPr>
              <w:pStyle w:val="aa"/>
            </w:pP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926A60">
        <w:fldChar w:fldCharType="begin"/>
      </w:r>
      <w:r w:rsidR="00926A60">
        <w:instrText xml:space="preserve"> DOCVARIABLE fill_date \* MERGEFORMAT </w:instrText>
      </w:r>
      <w:r w:rsidR="00926A60">
        <w:fldChar w:fldCharType="separate"/>
      </w:r>
      <w:r w:rsidR="000F7B55">
        <w:rPr>
          <w:rStyle w:val="a9"/>
        </w:rPr>
        <w:t>09.09.2020</w:t>
      </w:r>
      <w:r w:rsidR="00926A60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p w:rsidR="0065289A" w:rsidRDefault="0065289A" w:rsidP="009A1326">
      <w:pPr>
        <w:rPr>
          <w:sz w:val="18"/>
          <w:szCs w:val="18"/>
          <w:lang w:val="en-US"/>
        </w:rPr>
      </w:pPr>
      <w:bookmarkStart w:id="1" w:name="_GoBack"/>
      <w:bookmarkEnd w:id="1"/>
    </w:p>
    <w:sectPr w:rsidR="0065289A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A60" w:rsidRPr="00805BA0" w:rsidRDefault="00926A60" w:rsidP="00805BA0">
      <w:r>
        <w:separator/>
      </w:r>
    </w:p>
  </w:endnote>
  <w:endnote w:type="continuationSeparator" w:id="0">
    <w:p w:rsidR="00926A60" w:rsidRPr="00805BA0" w:rsidRDefault="00926A60" w:rsidP="00805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A60" w:rsidRPr="00805BA0" w:rsidRDefault="00926A60" w:rsidP="00805BA0">
      <w:r>
        <w:separator/>
      </w:r>
    </w:p>
  </w:footnote>
  <w:footnote w:type="continuationSeparator" w:id="0">
    <w:p w:rsidR="00926A60" w:rsidRPr="00805BA0" w:rsidRDefault="00926A60" w:rsidP="00805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dv_info1" w:val="     "/>
    <w:docVar w:name="adv_info2" w:val="     "/>
    <w:docVar w:name="adv_info3" w:val="     "/>
    <w:docVar w:name="boss_fio" w:val="Абоймова Т.И."/>
    <w:docVar w:name="ceh_info" w:val=" Общество с ограниченной ответственностью &quot;ЛГ Электроникс РУС&quot; "/>
    <w:docVar w:name="doc_type" w:val="6"/>
    <w:docVar w:name="fill_date" w:val="09.09.2020"/>
    <w:docVar w:name="org_guid" w:val="A38C625131E0416C9CA52C785E519187"/>
    <w:docVar w:name="org_id" w:val="142"/>
    <w:docVar w:name="org_name" w:val="     "/>
    <w:docVar w:name="pers_guids" w:val="42A1126A933D4FF99615D69F77201F5F@012-918-395 44~58163325A4E24F2B9171F21B698C6D65@"/>
    <w:docVar w:name="pers_snils" w:val="42A1126A933D4FF99615D69F77201F5F@012-918-395 44~58163325A4E24F2B9171F21B698C6D65@"/>
    <w:docVar w:name="pred_dolg" w:val="Руководитель службы охраны труда и промышленной безопасности"/>
    <w:docVar w:name="pred_fio" w:val="Логунов В.А."/>
    <w:docVar w:name="rbtd_adr" w:val="     "/>
    <w:docVar w:name="rbtd_name" w:val="Общество с ограниченной ответственностью &quot;ЛГ Электроникс РУС&quot;"/>
    <w:docVar w:name="sv_docs" w:val="1"/>
  </w:docVars>
  <w:rsids>
    <w:rsidRoot w:val="00805BA0"/>
    <w:rsid w:val="0002033E"/>
    <w:rsid w:val="00056BFC"/>
    <w:rsid w:val="0007776A"/>
    <w:rsid w:val="00093D2E"/>
    <w:rsid w:val="000C5130"/>
    <w:rsid w:val="000F7B55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6F0D4C"/>
    <w:rsid w:val="00725C51"/>
    <w:rsid w:val="00805BA0"/>
    <w:rsid w:val="00820552"/>
    <w:rsid w:val="008B4051"/>
    <w:rsid w:val="008C0968"/>
    <w:rsid w:val="00922677"/>
    <w:rsid w:val="00926A60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805B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05BA0"/>
    <w:rPr>
      <w:sz w:val="24"/>
    </w:rPr>
  </w:style>
  <w:style w:type="paragraph" w:styleId="ad">
    <w:name w:val="footer"/>
    <w:basedOn w:val="a"/>
    <w:link w:val="ae"/>
    <w:rsid w:val="00805B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05BA0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6</TotalTime>
  <Pages>1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8226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Мария</dc:creator>
  <cp:lastModifiedBy>natalya.davydova</cp:lastModifiedBy>
  <cp:revision>3</cp:revision>
  <dcterms:created xsi:type="dcterms:W3CDTF">2020-09-09T09:21:00Z</dcterms:created>
  <dcterms:modified xsi:type="dcterms:W3CDTF">2020-10-05T08:49:00Z</dcterms:modified>
</cp:coreProperties>
</file>